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193C">
        <w:rPr>
          <w:rFonts w:ascii="Arial" w:hAnsi="Arial" w:cs="Arial"/>
          <w:b/>
          <w:caps/>
          <w:sz w:val="28"/>
          <w:szCs w:val="28"/>
        </w:rPr>
        <w:t>7</w:t>
      </w:r>
      <w:r w:rsidR="00690954">
        <w:rPr>
          <w:rFonts w:ascii="Arial" w:hAnsi="Arial" w:cs="Arial"/>
          <w:b/>
          <w:caps/>
          <w:sz w:val="28"/>
          <w:szCs w:val="28"/>
        </w:rPr>
        <w:t>7</w:t>
      </w:r>
      <w:r w:rsidR="001E786A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CF5F5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90954">
              <w:rPr>
                <w:rFonts w:ascii="Arial" w:hAnsi="Arial" w:cs="Arial"/>
                <w:sz w:val="20"/>
                <w:szCs w:val="20"/>
              </w:rPr>
              <w:t>capina</w:t>
            </w:r>
            <w:r w:rsidR="00CF5F51">
              <w:rPr>
                <w:rFonts w:ascii="Arial" w:hAnsi="Arial" w:cs="Arial"/>
                <w:sz w:val="20"/>
                <w:szCs w:val="20"/>
              </w:rPr>
              <w:t>,</w:t>
            </w:r>
            <w:r w:rsidR="00690954">
              <w:rPr>
                <w:rFonts w:ascii="Arial" w:hAnsi="Arial" w:cs="Arial"/>
                <w:sz w:val="20"/>
                <w:szCs w:val="20"/>
              </w:rPr>
              <w:t xml:space="preserve"> limpeza </w:t>
            </w:r>
            <w:r w:rsidR="00CF5F51">
              <w:rPr>
                <w:rFonts w:ascii="Arial" w:hAnsi="Arial" w:cs="Arial"/>
                <w:sz w:val="20"/>
                <w:szCs w:val="20"/>
              </w:rPr>
              <w:t xml:space="preserve">e calçamento da viela localizada ao lado do nº 153 da Rua Arthur </w:t>
            </w:r>
            <w:proofErr w:type="spellStart"/>
            <w:r w:rsidR="00CF5F51">
              <w:rPr>
                <w:rFonts w:ascii="Arial" w:hAnsi="Arial" w:cs="Arial"/>
                <w:sz w:val="20"/>
                <w:szCs w:val="20"/>
              </w:rPr>
              <w:t>Verdelli</w:t>
            </w:r>
            <w:proofErr w:type="spellEnd"/>
            <w:r w:rsidR="00CF5F51">
              <w:rPr>
                <w:rFonts w:ascii="Arial" w:hAnsi="Arial" w:cs="Arial"/>
                <w:sz w:val="20"/>
                <w:szCs w:val="20"/>
              </w:rPr>
              <w:t>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8D063D" w:rsidRPr="008D063D">
        <w:rPr>
          <w:rFonts w:ascii="Arial" w:hAnsi="Arial" w:cs="Arial"/>
        </w:rPr>
        <w:t xml:space="preserve">capina, limpeza e calçamento da viela localizada ao lado do nº 153 da Rua Arthur </w:t>
      </w:r>
      <w:proofErr w:type="spellStart"/>
      <w:r w:rsidR="008D063D" w:rsidRPr="008D063D">
        <w:rPr>
          <w:rFonts w:ascii="Arial" w:hAnsi="Arial" w:cs="Arial"/>
        </w:rPr>
        <w:t>Verdelli</w:t>
      </w:r>
      <w:proofErr w:type="spellEnd"/>
      <w:r w:rsidR="008D063D" w:rsidRPr="008D063D">
        <w:rPr>
          <w:rFonts w:ascii="Arial" w:hAnsi="Arial" w:cs="Arial"/>
        </w:rPr>
        <w:t>, no Bairro Cidade Nova Jacareí</w:t>
      </w:r>
      <w:r w:rsidR="00BF184D">
        <w:rPr>
          <w:rFonts w:ascii="Arial" w:hAnsi="Arial" w:cs="Arial"/>
        </w:rPr>
        <w:t>.</w:t>
      </w:r>
    </w:p>
    <w:p w:rsidR="008916D1" w:rsidRDefault="006B0F16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6B0F16">
        <w:rPr>
          <w:rFonts w:ascii="Arial" w:hAnsi="Arial" w:cs="Arial"/>
          <w:bCs/>
        </w:rPr>
        <w:t xml:space="preserve">Indicamos a urgente capina e limpeza da </w:t>
      </w:r>
      <w:r w:rsidR="000D4C20">
        <w:rPr>
          <w:rFonts w:ascii="Arial" w:hAnsi="Arial" w:cs="Arial"/>
          <w:bCs/>
        </w:rPr>
        <w:t xml:space="preserve">referida </w:t>
      </w:r>
      <w:r w:rsidRPr="006B0F16">
        <w:rPr>
          <w:rFonts w:ascii="Arial" w:hAnsi="Arial" w:cs="Arial"/>
          <w:bCs/>
        </w:rPr>
        <w:t>viela porque está com mato alto e servindo de local para descarte de entulho</w:t>
      </w:r>
      <w:r w:rsidR="000D4C20">
        <w:rPr>
          <w:rFonts w:ascii="Arial" w:hAnsi="Arial" w:cs="Arial"/>
          <w:bCs/>
        </w:rPr>
        <w:t>s</w:t>
      </w:r>
      <w:r w:rsidRPr="006B0F16">
        <w:rPr>
          <w:rFonts w:ascii="Arial" w:hAnsi="Arial" w:cs="Arial"/>
          <w:bCs/>
        </w:rPr>
        <w:t xml:space="preserve"> e lixo, conforme demonstra a foto em anexo</w:t>
      </w:r>
      <w:r w:rsidR="008916D1">
        <w:rPr>
          <w:rFonts w:ascii="Arial" w:hAnsi="Arial" w:cs="Arial"/>
          <w:bCs/>
        </w:rPr>
        <w:t>.</w:t>
      </w:r>
    </w:p>
    <w:p w:rsidR="001A6F82" w:rsidRDefault="00DA60D7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60D7">
        <w:rPr>
          <w:rFonts w:ascii="Arial" w:hAnsi="Arial" w:cs="Arial"/>
          <w:bCs/>
        </w:rPr>
        <w:t xml:space="preserve">Os moradores solicitam que o problema </w:t>
      </w:r>
      <w:bookmarkStart w:id="0" w:name="_GoBack"/>
      <w:bookmarkEnd w:id="0"/>
      <w:r w:rsidRPr="00DA60D7">
        <w:rPr>
          <w:rFonts w:ascii="Arial" w:hAnsi="Arial" w:cs="Arial"/>
          <w:bCs/>
        </w:rPr>
        <w:t xml:space="preserve">seja resolvido em definitivo com o calçamento da viela, pois assim </w:t>
      </w:r>
      <w:r>
        <w:rPr>
          <w:rFonts w:ascii="Arial" w:hAnsi="Arial" w:cs="Arial"/>
          <w:bCs/>
        </w:rPr>
        <w:t xml:space="preserve">será </w:t>
      </w:r>
      <w:r w:rsidRPr="00DA60D7">
        <w:rPr>
          <w:rFonts w:ascii="Arial" w:hAnsi="Arial" w:cs="Arial"/>
          <w:bCs/>
        </w:rPr>
        <w:t>evita</w:t>
      </w:r>
      <w:r>
        <w:rPr>
          <w:rFonts w:ascii="Arial" w:hAnsi="Arial" w:cs="Arial"/>
          <w:bCs/>
        </w:rPr>
        <w:t>do</w:t>
      </w:r>
      <w:r w:rsidRPr="00DA60D7">
        <w:rPr>
          <w:rFonts w:ascii="Arial" w:hAnsi="Arial" w:cs="Arial"/>
          <w:bCs/>
        </w:rPr>
        <w:t xml:space="preserve"> o crescimento do mato alto e inibi</w:t>
      </w:r>
      <w:r>
        <w:rPr>
          <w:rFonts w:ascii="Arial" w:hAnsi="Arial" w:cs="Arial"/>
          <w:bCs/>
        </w:rPr>
        <w:t>do</w:t>
      </w:r>
      <w:r w:rsidRPr="00DA60D7">
        <w:rPr>
          <w:rFonts w:ascii="Arial" w:hAnsi="Arial" w:cs="Arial"/>
          <w:bCs/>
        </w:rPr>
        <w:t xml:space="preserve"> que entulho</w:t>
      </w:r>
      <w:r w:rsidR="00DD414D">
        <w:rPr>
          <w:rFonts w:ascii="Arial" w:hAnsi="Arial" w:cs="Arial"/>
          <w:bCs/>
        </w:rPr>
        <w:t xml:space="preserve">s </w:t>
      </w:r>
      <w:r w:rsidRPr="00DA60D7">
        <w:rPr>
          <w:rFonts w:ascii="Arial" w:hAnsi="Arial" w:cs="Arial"/>
          <w:bCs/>
        </w:rPr>
        <w:t>seja</w:t>
      </w:r>
      <w:r w:rsidR="00DD414D">
        <w:rPr>
          <w:rFonts w:ascii="Arial" w:hAnsi="Arial" w:cs="Arial"/>
          <w:bCs/>
        </w:rPr>
        <w:t>m</w:t>
      </w:r>
      <w:r w:rsidRPr="00DA60D7">
        <w:rPr>
          <w:rFonts w:ascii="Arial" w:hAnsi="Arial" w:cs="Arial"/>
          <w:bCs/>
        </w:rPr>
        <w:t xml:space="preserve"> jogado</w:t>
      </w:r>
      <w:r w:rsidR="00DD414D">
        <w:rPr>
          <w:rFonts w:ascii="Arial" w:hAnsi="Arial" w:cs="Arial"/>
          <w:bCs/>
        </w:rPr>
        <w:t>s</w:t>
      </w:r>
      <w:r w:rsidRPr="00DA60D7">
        <w:rPr>
          <w:rFonts w:ascii="Arial" w:hAnsi="Arial" w:cs="Arial"/>
          <w:bCs/>
        </w:rPr>
        <w:t xml:space="preserve"> no local, além de facilitar o acesso dos pedestres que utilizam a viela</w:t>
      </w:r>
      <w:r w:rsidR="001A6F8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6D87">
        <w:rPr>
          <w:rFonts w:ascii="Arial" w:hAnsi="Arial" w:cs="Arial"/>
        </w:rPr>
        <w:t>2</w:t>
      </w:r>
      <w:r w:rsidR="00F22C0E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60021E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6B0F16" w:rsidRDefault="006B0F1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B0F16" w:rsidRPr="00B41037" w:rsidRDefault="006B0F16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4C07D0F" wp14:editId="41AD8801">
            <wp:extent cx="5400675" cy="4048125"/>
            <wp:effectExtent l="0" t="0" r="9525" b="9525"/>
            <wp:docPr id="5" name="Imagem 5" descr="C:\Users\G02-3561\Downloads\20180321_1523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20180321_1523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0F16" w:rsidRPr="00B4103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905" w:rsidRDefault="00577905">
      <w:r>
        <w:separator/>
      </w:r>
    </w:p>
  </w:endnote>
  <w:endnote w:type="continuationSeparator" w:id="0">
    <w:p w:rsidR="00577905" w:rsidRDefault="0057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905" w:rsidRDefault="00577905">
      <w:r>
        <w:separator/>
      </w:r>
    </w:p>
  </w:footnote>
  <w:footnote w:type="continuationSeparator" w:id="0">
    <w:p w:rsidR="00577905" w:rsidRDefault="00577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0F16">
      <w:rPr>
        <w:rFonts w:ascii="Arial" w:hAnsi="Arial" w:cs="Arial"/>
        <w:b/>
        <w:sz w:val="20"/>
        <w:szCs w:val="20"/>
        <w:u w:val="single"/>
      </w:rPr>
      <w:t>777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F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F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A6F82"/>
    <w:rsid w:val="001B0773"/>
    <w:rsid w:val="001B4DC2"/>
    <w:rsid w:val="001C12FF"/>
    <w:rsid w:val="001C1BDB"/>
    <w:rsid w:val="001D237A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296C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1017"/>
    <w:rsid w:val="00574A51"/>
    <w:rsid w:val="00574DAF"/>
    <w:rsid w:val="00577905"/>
    <w:rsid w:val="00577F4C"/>
    <w:rsid w:val="0058109A"/>
    <w:rsid w:val="00582E70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10493"/>
    <w:rsid w:val="00612E0D"/>
    <w:rsid w:val="00624472"/>
    <w:rsid w:val="00626719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F5"/>
    <w:rsid w:val="00696629"/>
    <w:rsid w:val="006A1810"/>
    <w:rsid w:val="006A2E93"/>
    <w:rsid w:val="006A370D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193C"/>
    <w:rsid w:val="007549D1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C7B09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7116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21BDF"/>
    <w:rsid w:val="00922964"/>
    <w:rsid w:val="0093103D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0B9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03E42"/>
    <w:rsid w:val="00B10E9F"/>
    <w:rsid w:val="00B110CA"/>
    <w:rsid w:val="00B12059"/>
    <w:rsid w:val="00B14545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CF5F51"/>
    <w:rsid w:val="00D01D72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1495"/>
    <w:rsid w:val="00D450DE"/>
    <w:rsid w:val="00D45829"/>
    <w:rsid w:val="00D45C81"/>
    <w:rsid w:val="00D507D5"/>
    <w:rsid w:val="00D5430F"/>
    <w:rsid w:val="00D564F1"/>
    <w:rsid w:val="00D665FD"/>
    <w:rsid w:val="00D67D62"/>
    <w:rsid w:val="00D71C5F"/>
    <w:rsid w:val="00D8155C"/>
    <w:rsid w:val="00D822F8"/>
    <w:rsid w:val="00D82BCF"/>
    <w:rsid w:val="00D8365B"/>
    <w:rsid w:val="00D84881"/>
    <w:rsid w:val="00D84E66"/>
    <w:rsid w:val="00D864F8"/>
    <w:rsid w:val="00D94476"/>
    <w:rsid w:val="00DA2A09"/>
    <w:rsid w:val="00DA60D7"/>
    <w:rsid w:val="00DA7B98"/>
    <w:rsid w:val="00DB23E5"/>
    <w:rsid w:val="00DB421D"/>
    <w:rsid w:val="00DB48F6"/>
    <w:rsid w:val="00DB4D94"/>
    <w:rsid w:val="00DB74F4"/>
    <w:rsid w:val="00DC1021"/>
    <w:rsid w:val="00DD2317"/>
    <w:rsid w:val="00DD414D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3DED"/>
    <w:rsid w:val="00EF58D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913E-B50C-4E4E-9B60-BBCC1C38A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2017-11-21T12:44:00Z</cp:lastPrinted>
  <dcterms:created xsi:type="dcterms:W3CDTF">2018-03-26T18:50:00Z</dcterms:created>
  <dcterms:modified xsi:type="dcterms:W3CDTF">2018-03-26T18:57:00Z</dcterms:modified>
</cp:coreProperties>
</file>